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F9" w:rsidRPr="00FE479C" w:rsidRDefault="002165F9" w:rsidP="002165F9">
      <w:pPr>
        <w:spacing w:line="360" w:lineRule="auto"/>
        <w:ind w:left="692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nr. 2 do SIWZ</w:t>
      </w:r>
    </w:p>
    <w:p w:rsidR="002165F9" w:rsidRDefault="002165F9" w:rsidP="002165F9">
      <w:pPr>
        <w:ind w:left="5000" w:firstLine="1250"/>
        <w:jc w:val="center"/>
        <w:rPr>
          <w:b/>
          <w:sz w:val="28"/>
        </w:rPr>
      </w:pPr>
    </w:p>
    <w:p w:rsidR="002165F9" w:rsidRDefault="002165F9" w:rsidP="002165F9">
      <w:pPr>
        <w:jc w:val="center"/>
        <w:rPr>
          <w:b/>
          <w:sz w:val="28"/>
        </w:rPr>
      </w:pPr>
    </w:p>
    <w:p w:rsidR="002165F9" w:rsidRDefault="002165F9" w:rsidP="002165F9">
      <w:pPr>
        <w:jc w:val="center"/>
        <w:rPr>
          <w:b/>
          <w:sz w:val="28"/>
        </w:rPr>
      </w:pPr>
    </w:p>
    <w:p w:rsidR="002165F9" w:rsidRDefault="002165F9" w:rsidP="002165F9">
      <w:pPr>
        <w:jc w:val="center"/>
        <w:rPr>
          <w:b/>
          <w:sz w:val="28"/>
        </w:rPr>
      </w:pPr>
    </w:p>
    <w:p w:rsidR="002165F9" w:rsidRDefault="002165F9" w:rsidP="002165F9">
      <w:pPr>
        <w:jc w:val="center"/>
        <w:rPr>
          <w:b/>
        </w:rPr>
      </w:pPr>
      <w:r>
        <w:rPr>
          <w:b/>
        </w:rPr>
        <w:t>WYKAZ PLACÓWEK HANDLOWYCH W KTÓRYCH  MOŻLIWA JEST REALIZACJA BONÓW TOWAROWYCH</w:t>
      </w:r>
    </w:p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337"/>
        <w:gridCol w:w="2057"/>
        <w:gridCol w:w="1559"/>
        <w:gridCol w:w="2900"/>
      </w:tblGrid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  <w:rPr>
                <w:b/>
              </w:rPr>
            </w:pPr>
            <w:r>
              <w:rPr>
                <w:b/>
              </w:rPr>
              <w:t>Nazwa placówki</w:t>
            </w: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  <w:rPr>
                <w:b/>
              </w:rPr>
            </w:pPr>
            <w:r>
              <w:rPr>
                <w:b/>
              </w:rPr>
              <w:t>Godziny otwarcia</w:t>
            </w: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  <w:rPr>
                <w:b/>
              </w:rPr>
            </w:pPr>
            <w:r>
              <w:rPr>
                <w:b/>
              </w:rPr>
              <w:t>Asortyment</w:t>
            </w: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  <w:r>
              <w:t>1</w:t>
            </w: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  <w:r>
              <w:t>2</w:t>
            </w: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  <w:r>
              <w:t>4</w:t>
            </w: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  <w:r>
              <w:t>5</w:t>
            </w: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  <w:tr w:rsidR="002165F9" w:rsidTr="00B578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33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057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1559" w:type="dxa"/>
          </w:tcPr>
          <w:p w:rsidR="002165F9" w:rsidRDefault="002165F9" w:rsidP="00B578C8">
            <w:pPr>
              <w:jc w:val="center"/>
            </w:pPr>
          </w:p>
        </w:tc>
        <w:tc>
          <w:tcPr>
            <w:tcW w:w="2900" w:type="dxa"/>
          </w:tcPr>
          <w:p w:rsidR="002165F9" w:rsidRDefault="002165F9" w:rsidP="00B578C8">
            <w:pPr>
              <w:jc w:val="center"/>
            </w:pPr>
          </w:p>
        </w:tc>
      </w:tr>
    </w:tbl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/>
    <w:p w:rsidR="002165F9" w:rsidRDefault="002165F9" w:rsidP="002165F9">
      <w:pPr>
        <w:jc w:val="right"/>
      </w:pPr>
      <w:r>
        <w:t>............................................</w:t>
      </w:r>
    </w:p>
    <w:p w:rsidR="002165F9" w:rsidRDefault="002165F9" w:rsidP="002165F9">
      <w:pPr>
        <w:jc w:val="right"/>
      </w:pPr>
      <w:r>
        <w:t>Data i podpis  Wykonawcy</w:t>
      </w:r>
    </w:p>
    <w:p w:rsidR="00170664" w:rsidRPr="0033211C" w:rsidRDefault="00170664" w:rsidP="002B58BD">
      <w:pPr>
        <w:rPr>
          <w:sz w:val="20"/>
        </w:rPr>
      </w:pPr>
      <w:bookmarkStart w:id="0" w:name="_GoBack"/>
      <w:bookmarkEnd w:id="0"/>
    </w:p>
    <w:sectPr w:rsidR="00170664" w:rsidRPr="0033211C" w:rsidSect="00CB03F9">
      <w:headerReference w:type="default" r:id="rId7"/>
      <w:footerReference w:type="default" r:id="rId8"/>
      <w:pgSz w:w="11906" w:h="16838"/>
      <w:pgMar w:top="851" w:right="141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B41" w:rsidRDefault="00054B41" w:rsidP="00480196">
      <w:r>
        <w:separator/>
      </w:r>
    </w:p>
  </w:endnote>
  <w:endnote w:type="continuationSeparator" w:id="0">
    <w:p w:rsidR="00054B41" w:rsidRDefault="00054B41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9F380E" w:rsidRPr="009F380E" w:rsidRDefault="009F380E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2165F9" w:rsidRPr="002165F9">
          <w:rPr>
            <w:rFonts w:asciiTheme="majorHAnsi" w:eastAsiaTheme="majorEastAsia" w:hAnsiTheme="majorHAnsi" w:cstheme="majorBidi"/>
            <w:noProof/>
            <w:sz w:val="18"/>
            <w:szCs w:val="18"/>
          </w:rPr>
          <w:t>1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9F380E" w:rsidRDefault="009F38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B41" w:rsidRDefault="00054B41" w:rsidP="00480196">
      <w:r>
        <w:separator/>
      </w:r>
    </w:p>
  </w:footnote>
  <w:footnote w:type="continuationSeparator" w:id="0">
    <w:p w:rsidR="00054B41" w:rsidRDefault="00054B41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B9" w:rsidRDefault="00CF3AB9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</w:p>
  <w:p w:rsidR="00CF3AB9" w:rsidRDefault="00CF3A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7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2D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10AE1"/>
    <w:rsid w:val="00013D46"/>
    <w:rsid w:val="0001509E"/>
    <w:rsid w:val="00015473"/>
    <w:rsid w:val="00020D59"/>
    <w:rsid w:val="00031073"/>
    <w:rsid w:val="00044C0B"/>
    <w:rsid w:val="00054B41"/>
    <w:rsid w:val="000550E8"/>
    <w:rsid w:val="000626BA"/>
    <w:rsid w:val="00064562"/>
    <w:rsid w:val="00080449"/>
    <w:rsid w:val="000A6665"/>
    <w:rsid w:val="000B03F0"/>
    <w:rsid w:val="000B5D61"/>
    <w:rsid w:val="000F534D"/>
    <w:rsid w:val="000F6B93"/>
    <w:rsid w:val="00115D4B"/>
    <w:rsid w:val="00124EEC"/>
    <w:rsid w:val="00164090"/>
    <w:rsid w:val="00170664"/>
    <w:rsid w:val="00172A16"/>
    <w:rsid w:val="001868E5"/>
    <w:rsid w:val="0018731B"/>
    <w:rsid w:val="001A0D28"/>
    <w:rsid w:val="001B5FE1"/>
    <w:rsid w:val="001C563A"/>
    <w:rsid w:val="001D5C81"/>
    <w:rsid w:val="001D7297"/>
    <w:rsid w:val="001F5A17"/>
    <w:rsid w:val="00203EF7"/>
    <w:rsid w:val="00205C9E"/>
    <w:rsid w:val="0020602A"/>
    <w:rsid w:val="002165F9"/>
    <w:rsid w:val="00234AFE"/>
    <w:rsid w:val="00253FEF"/>
    <w:rsid w:val="0026210D"/>
    <w:rsid w:val="002A0456"/>
    <w:rsid w:val="002A2668"/>
    <w:rsid w:val="002A37E0"/>
    <w:rsid w:val="002B2221"/>
    <w:rsid w:val="002B58BD"/>
    <w:rsid w:val="002D094F"/>
    <w:rsid w:val="002D0FC2"/>
    <w:rsid w:val="002D5E82"/>
    <w:rsid w:val="002E4909"/>
    <w:rsid w:val="002F310A"/>
    <w:rsid w:val="002F7C79"/>
    <w:rsid w:val="00316690"/>
    <w:rsid w:val="0033211C"/>
    <w:rsid w:val="00332268"/>
    <w:rsid w:val="0035220F"/>
    <w:rsid w:val="00353EF9"/>
    <w:rsid w:val="003A2F1F"/>
    <w:rsid w:val="003D1039"/>
    <w:rsid w:val="003F795B"/>
    <w:rsid w:val="00464761"/>
    <w:rsid w:val="0047019B"/>
    <w:rsid w:val="00480196"/>
    <w:rsid w:val="00485876"/>
    <w:rsid w:val="004B3812"/>
    <w:rsid w:val="004D04D2"/>
    <w:rsid w:val="004E2771"/>
    <w:rsid w:val="005074FD"/>
    <w:rsid w:val="0051539E"/>
    <w:rsid w:val="00517108"/>
    <w:rsid w:val="00563DE9"/>
    <w:rsid w:val="00585ABB"/>
    <w:rsid w:val="005A4DFE"/>
    <w:rsid w:val="005C321B"/>
    <w:rsid w:val="005D4A5C"/>
    <w:rsid w:val="005D68FE"/>
    <w:rsid w:val="005E08AA"/>
    <w:rsid w:val="006409B7"/>
    <w:rsid w:val="0064706F"/>
    <w:rsid w:val="006521BF"/>
    <w:rsid w:val="006815DF"/>
    <w:rsid w:val="00692135"/>
    <w:rsid w:val="00692AC1"/>
    <w:rsid w:val="006C7DA0"/>
    <w:rsid w:val="006D2C24"/>
    <w:rsid w:val="007144B3"/>
    <w:rsid w:val="00714929"/>
    <w:rsid w:val="0073208A"/>
    <w:rsid w:val="0074343A"/>
    <w:rsid w:val="00747531"/>
    <w:rsid w:val="0075353E"/>
    <w:rsid w:val="0076641A"/>
    <w:rsid w:val="007A549C"/>
    <w:rsid w:val="007A68F3"/>
    <w:rsid w:val="007C3158"/>
    <w:rsid w:val="007C49F3"/>
    <w:rsid w:val="00800E8B"/>
    <w:rsid w:val="00802A78"/>
    <w:rsid w:val="008034F9"/>
    <w:rsid w:val="0080519C"/>
    <w:rsid w:val="008079F5"/>
    <w:rsid w:val="008441FB"/>
    <w:rsid w:val="00844418"/>
    <w:rsid w:val="0084749F"/>
    <w:rsid w:val="0086680C"/>
    <w:rsid w:val="008736D0"/>
    <w:rsid w:val="00891723"/>
    <w:rsid w:val="00896EC7"/>
    <w:rsid w:val="00897795"/>
    <w:rsid w:val="008B0F66"/>
    <w:rsid w:val="008D2D5E"/>
    <w:rsid w:val="00903CEE"/>
    <w:rsid w:val="0095227E"/>
    <w:rsid w:val="009562DC"/>
    <w:rsid w:val="00975D02"/>
    <w:rsid w:val="00982471"/>
    <w:rsid w:val="009A2A59"/>
    <w:rsid w:val="009F380E"/>
    <w:rsid w:val="00A06282"/>
    <w:rsid w:val="00A15E31"/>
    <w:rsid w:val="00A24E3F"/>
    <w:rsid w:val="00A552C9"/>
    <w:rsid w:val="00A643EB"/>
    <w:rsid w:val="00AB098D"/>
    <w:rsid w:val="00AC2125"/>
    <w:rsid w:val="00AC5ADC"/>
    <w:rsid w:val="00AE6F25"/>
    <w:rsid w:val="00B0579C"/>
    <w:rsid w:val="00B71342"/>
    <w:rsid w:val="00B87EB0"/>
    <w:rsid w:val="00BC0BB0"/>
    <w:rsid w:val="00C136FD"/>
    <w:rsid w:val="00C145E0"/>
    <w:rsid w:val="00C14D57"/>
    <w:rsid w:val="00C2400C"/>
    <w:rsid w:val="00C30B1D"/>
    <w:rsid w:val="00C54824"/>
    <w:rsid w:val="00C72369"/>
    <w:rsid w:val="00C747E6"/>
    <w:rsid w:val="00C81829"/>
    <w:rsid w:val="00C83A07"/>
    <w:rsid w:val="00CB03F9"/>
    <w:rsid w:val="00CD1805"/>
    <w:rsid w:val="00CD63DF"/>
    <w:rsid w:val="00CF1684"/>
    <w:rsid w:val="00CF3AB9"/>
    <w:rsid w:val="00D03ED5"/>
    <w:rsid w:val="00D2143A"/>
    <w:rsid w:val="00D374D1"/>
    <w:rsid w:val="00D65593"/>
    <w:rsid w:val="00D666E8"/>
    <w:rsid w:val="00D77E08"/>
    <w:rsid w:val="00DD3575"/>
    <w:rsid w:val="00DD5D9E"/>
    <w:rsid w:val="00DF39CE"/>
    <w:rsid w:val="00E0084D"/>
    <w:rsid w:val="00E1240D"/>
    <w:rsid w:val="00E15397"/>
    <w:rsid w:val="00E34906"/>
    <w:rsid w:val="00E60B04"/>
    <w:rsid w:val="00E76692"/>
    <w:rsid w:val="00E9104F"/>
    <w:rsid w:val="00E96EC4"/>
    <w:rsid w:val="00ED640C"/>
    <w:rsid w:val="00F0675E"/>
    <w:rsid w:val="00F21DCB"/>
    <w:rsid w:val="00F2435F"/>
    <w:rsid w:val="00F549DB"/>
    <w:rsid w:val="00F658D2"/>
    <w:rsid w:val="00F77EB5"/>
    <w:rsid w:val="00FC18C6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1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249</cp:revision>
  <dcterms:created xsi:type="dcterms:W3CDTF">2018-04-11T12:36:00Z</dcterms:created>
  <dcterms:modified xsi:type="dcterms:W3CDTF">2019-11-04T13:16:00Z</dcterms:modified>
</cp:coreProperties>
</file>